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73B684C6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16046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C373458" w:rsidR="009348E2" w:rsidRPr="00A07A54" w:rsidRDefault="00F16046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>
        <w:rPr>
          <w:rStyle w:val="Siln"/>
          <w:b w:val="0"/>
          <w:bCs w:val="0"/>
        </w:rPr>
        <w:t>F</w:t>
      </w:r>
      <w:r w:rsidR="009348E2" w:rsidRPr="00F16046">
        <w:rPr>
          <w:rStyle w:val="Siln"/>
          <w:b w:val="0"/>
          <w:bCs w:val="0"/>
        </w:rPr>
        <w:t>unkce</w:t>
      </w:r>
      <w:r w:rsidR="00C46DEB" w:rsidRPr="00F16046">
        <w:rPr>
          <w:rStyle w:val="Siln"/>
          <w:b w:val="0"/>
          <w:bCs w:val="0"/>
        </w:rPr>
        <w:t>/pozice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>
        <w:rPr>
          <w:rStyle w:val="Siln"/>
        </w:rPr>
        <w:t>Lektor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F7262D">
        <w:rPr>
          <w:highlight w:val="green"/>
        </w:rPr>
        <w:t xml:space="preserve"> </w:t>
      </w:r>
      <w:r w:rsidRPr="00F7262D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F7262D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F7262D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F7262D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F7262D">
        <w:rPr>
          <w:rStyle w:val="Siln"/>
          <w:highlight w:val="green"/>
        </w:rPr>
        <w:t>[DOPLNÍ DODAVATEL]</w:t>
      </w:r>
    </w:p>
    <w:p w14:paraId="207A8CC7" w14:textId="6E00684B" w:rsidR="009348E2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3ADA619D" w14:textId="77777777" w:rsidR="00F7262D" w:rsidRDefault="00F7262D" w:rsidP="00F7262D">
      <w:pPr>
        <w:pStyle w:val="aodst"/>
      </w:pPr>
      <w:r w:rsidRPr="005B6DCD">
        <w:t xml:space="preserve">Osoba </w:t>
      </w:r>
      <w:r w:rsidRPr="00F628A1">
        <w:rPr>
          <w:highlight w:val="green"/>
        </w:rPr>
        <w:t>je / není</w:t>
      </w:r>
      <w:r w:rsidRPr="005B6DCD">
        <w:t xml:space="preserve"> </w:t>
      </w:r>
      <w:r w:rsidRPr="00F628A1">
        <w:rPr>
          <w:highlight w:val="green"/>
        </w:rPr>
        <w:t>[DOPLNÍ DODAVATEL]</w:t>
      </w:r>
      <w:r w:rsidRPr="005B6DCD">
        <w:t xml:space="preserve"> současně zaměstnancem zadavatele.</w:t>
      </w:r>
    </w:p>
    <w:p w14:paraId="2AFAB495" w14:textId="1E4AE844" w:rsidR="00F7262D" w:rsidRDefault="00F7262D" w:rsidP="00F7262D">
      <w:pPr>
        <w:pStyle w:val="aodst"/>
      </w:pPr>
      <w:r w:rsidRPr="005B6DCD">
        <w:rPr>
          <w:bCs/>
        </w:rPr>
        <w:t>Zkušenosti lektora pro účely</w:t>
      </w:r>
      <w:r w:rsidRPr="005B6DCD">
        <w:rPr>
          <w:b/>
        </w:rPr>
        <w:t xml:space="preserve"> prokázání kvalifikace dle čl. 9.5.3 </w:t>
      </w:r>
      <w:r w:rsidRPr="005B6DCD">
        <w:rPr>
          <w:bCs/>
        </w:rPr>
        <w:t>výzvy k podání nabídek</w:t>
      </w:r>
      <w:r w:rsidRPr="00A07A54">
        <w:t>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F7262D" w:rsidRPr="00932FDE" w14:paraId="13DD8628" w14:textId="77777777" w:rsidTr="00F628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EEE94F6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Objednatel služby či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dodávky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,</w:t>
            </w:r>
          </w:p>
          <w:p w14:paraId="51D5A398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0BF1CC5F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</w:tcPr>
          <w:p w14:paraId="563A1D4B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0E82BCB6" w14:textId="27886082" w:rsidR="00F7262D" w:rsidRPr="00932FDE" w:rsidRDefault="00F16046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</w:t>
            </w:r>
            <w:r w:rsidR="00F7262D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lužby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– obsah kurzů</w:t>
            </w:r>
          </w:p>
        </w:tc>
        <w:tc>
          <w:tcPr>
            <w:tcW w:w="1701" w:type="dxa"/>
          </w:tcPr>
          <w:p w14:paraId="488E4C43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 odpovídající</w:t>
            </w:r>
          </w:p>
          <w:p w14:paraId="16107E62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11CD397D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0923399E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</w:tcPr>
          <w:p w14:paraId="276627A2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150B4566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6C7221D5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7188E907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2C60AD1A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F7262D" w14:paraId="174A4D3B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470597D" w14:textId="658D5351" w:rsidR="00F7262D" w:rsidRDefault="000C4F65" w:rsidP="00F628A1">
            <w:pPr>
              <w:spacing w:line="276" w:lineRule="auto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552" w:type="dxa"/>
          </w:tcPr>
          <w:p w14:paraId="5525E9A6" w14:textId="00F9362F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701" w:type="dxa"/>
          </w:tcPr>
          <w:p w14:paraId="2A816BF5" w14:textId="75394590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034" w:type="dxa"/>
          </w:tcPr>
          <w:p w14:paraId="42176A00" w14:textId="758075E2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7262D" w14:paraId="65E1E84A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8819200" w14:textId="4AE68C3F" w:rsidR="00F7262D" w:rsidRDefault="000C4F65" w:rsidP="00F628A1">
            <w:pPr>
              <w:spacing w:line="276" w:lineRule="auto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552" w:type="dxa"/>
          </w:tcPr>
          <w:p w14:paraId="3DCABB01" w14:textId="3A750079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701" w:type="dxa"/>
          </w:tcPr>
          <w:p w14:paraId="2574E743" w14:textId="65118EAE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034" w:type="dxa"/>
          </w:tcPr>
          <w:p w14:paraId="10D8BD46" w14:textId="540E61F2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7262D" w14:paraId="5BDB3ED2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6995220" w14:textId="16D98CBD" w:rsidR="00F7262D" w:rsidRDefault="000C4F65" w:rsidP="00F628A1">
            <w:pPr>
              <w:spacing w:line="276" w:lineRule="auto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552" w:type="dxa"/>
          </w:tcPr>
          <w:p w14:paraId="62F05709" w14:textId="162F1609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701" w:type="dxa"/>
          </w:tcPr>
          <w:p w14:paraId="3947E410" w14:textId="487F3EE0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034" w:type="dxa"/>
          </w:tcPr>
          <w:p w14:paraId="160513F4" w14:textId="48338EA9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</w:tbl>
    <w:p w14:paraId="0505ED90" w14:textId="77777777" w:rsidR="00F7262D" w:rsidRPr="00A07A54" w:rsidRDefault="00F7262D" w:rsidP="00F7262D">
      <w:pPr>
        <w:pStyle w:val="aodst"/>
        <w:numPr>
          <w:ilvl w:val="0"/>
          <w:numId w:val="0"/>
        </w:numPr>
        <w:spacing w:before="0" w:line="276" w:lineRule="auto"/>
        <w:ind w:left="567"/>
      </w:pPr>
    </w:p>
    <w:p w14:paraId="4F7756AC" w14:textId="7DFBCEF2" w:rsidR="00F7262D" w:rsidRPr="00A07A54" w:rsidRDefault="00F7262D" w:rsidP="00F7262D">
      <w:pPr>
        <w:pStyle w:val="aodst"/>
      </w:pPr>
      <w:r>
        <w:rPr>
          <w:rFonts w:ascii="Verdana" w:hAnsi="Verdana" w:cs="Verdana"/>
        </w:rPr>
        <w:lastRenderedPageBreak/>
        <w:t xml:space="preserve">Zkušenosti lektora pro účely </w:t>
      </w:r>
      <w:r>
        <w:rPr>
          <w:rFonts w:ascii="Verdana,Bold" w:hAnsi="Verdana,Bold" w:cs="Verdana,Bold"/>
          <w:b/>
          <w:bCs/>
        </w:rPr>
        <w:t xml:space="preserve">hodnocení nabídky </w:t>
      </w:r>
      <w:r>
        <w:rPr>
          <w:rFonts w:ascii="Verdana" w:hAnsi="Verdana" w:cs="Verdana"/>
        </w:rPr>
        <w:t>dle čl. 17.2.3 Výzvy k podání nabídek</w:t>
      </w:r>
      <w:r w:rsidRPr="00A07A54">
        <w:rPr>
          <w:b/>
        </w:rPr>
        <w:t xml:space="preserve">: </w:t>
      </w:r>
    </w:p>
    <w:tbl>
      <w:tblPr>
        <w:tblStyle w:val="Mkatabulky"/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F7262D" w:rsidRPr="00932FDE" w14:paraId="0994994B" w14:textId="77777777" w:rsidTr="00F628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044E884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Objednatel služby či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dodávky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,</w:t>
            </w:r>
          </w:p>
          <w:p w14:paraId="5E98D63C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285FA42C" w14:textId="77777777" w:rsidR="00F7262D" w:rsidRPr="00932FDE" w:rsidRDefault="00F7262D" w:rsidP="00F628A1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82A06CB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7F539FA4" w14:textId="7D96B658" w:rsidR="00F7262D" w:rsidRPr="00932FDE" w:rsidRDefault="00F16046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</w:t>
            </w:r>
            <w:r w:rsidR="00F7262D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lužby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– obsah kurzů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6204732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 odpovídající</w:t>
            </w:r>
          </w:p>
          <w:p w14:paraId="5F58234D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534F2E84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1FB86D39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142F36F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0081A6FF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08F02490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7FB74F75" w14:textId="77777777" w:rsidR="00F7262D" w:rsidRDefault="00F7262D" w:rsidP="00F628A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36703456" w14:textId="77777777" w:rsidR="00F7262D" w:rsidRPr="00932FDE" w:rsidRDefault="00F7262D" w:rsidP="00F628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F7262D" w14:paraId="49FB532D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4C981C1" w14:textId="67EC6271" w:rsidR="00F7262D" w:rsidRDefault="000C4F65" w:rsidP="00F628A1">
            <w:pPr>
              <w:spacing w:line="276" w:lineRule="auto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552" w:type="dxa"/>
          </w:tcPr>
          <w:p w14:paraId="618382BB" w14:textId="7B456189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701" w:type="dxa"/>
          </w:tcPr>
          <w:p w14:paraId="0D3B33ED" w14:textId="39C44599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034" w:type="dxa"/>
          </w:tcPr>
          <w:p w14:paraId="3343C578" w14:textId="193B9DD9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7262D" w14:paraId="1A1C22D1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9B2C33C" w14:textId="1A94CD1B" w:rsidR="00F7262D" w:rsidRDefault="000C4F65" w:rsidP="00F628A1">
            <w:pPr>
              <w:spacing w:line="276" w:lineRule="auto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552" w:type="dxa"/>
          </w:tcPr>
          <w:p w14:paraId="69F89F20" w14:textId="126E765F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701" w:type="dxa"/>
          </w:tcPr>
          <w:p w14:paraId="01FD6FA9" w14:textId="0A4EEA01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034" w:type="dxa"/>
          </w:tcPr>
          <w:p w14:paraId="72B1627C" w14:textId="30270F65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7262D" w14:paraId="1A399712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4706865" w14:textId="5A5F7E35" w:rsidR="00F7262D" w:rsidRDefault="000C4F65" w:rsidP="00F628A1">
            <w:pPr>
              <w:spacing w:line="276" w:lineRule="auto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552" w:type="dxa"/>
          </w:tcPr>
          <w:p w14:paraId="2761B493" w14:textId="682E4E51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701" w:type="dxa"/>
          </w:tcPr>
          <w:p w14:paraId="6A59229F" w14:textId="251FB2A8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034" w:type="dxa"/>
          </w:tcPr>
          <w:p w14:paraId="789228F1" w14:textId="7F13ABA7" w:rsidR="00F7262D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0C4F65" w14:paraId="5F654C7F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DAFDB4A" w14:textId="00F676F7" w:rsidR="000C4F65" w:rsidRDefault="000C4F65" w:rsidP="00F628A1">
            <w:pPr>
              <w:spacing w:line="276" w:lineRule="auto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552" w:type="dxa"/>
          </w:tcPr>
          <w:p w14:paraId="6E7C839E" w14:textId="5FFF985B" w:rsidR="000C4F65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701" w:type="dxa"/>
          </w:tcPr>
          <w:p w14:paraId="39D22728" w14:textId="6F7FB050" w:rsidR="000C4F65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034" w:type="dxa"/>
          </w:tcPr>
          <w:p w14:paraId="4E34EC97" w14:textId="3FE33CCB" w:rsidR="000C4F65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0C4F65" w14:paraId="2C44D6AD" w14:textId="77777777" w:rsidTr="00F628A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D745DB8" w14:textId="1B97CAF5" w:rsidR="000C4F65" w:rsidRDefault="000C4F65" w:rsidP="00F628A1">
            <w:pPr>
              <w:spacing w:line="276" w:lineRule="auto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552" w:type="dxa"/>
          </w:tcPr>
          <w:p w14:paraId="643C2C51" w14:textId="2B63135B" w:rsidR="000C4F65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1701" w:type="dxa"/>
          </w:tcPr>
          <w:p w14:paraId="737CFC69" w14:textId="4778907F" w:rsidR="000C4F65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  <w:tc>
          <w:tcPr>
            <w:tcW w:w="2034" w:type="dxa"/>
          </w:tcPr>
          <w:p w14:paraId="1CEC31F2" w14:textId="3BA0AE3F" w:rsidR="000C4F65" w:rsidRDefault="000C4F65" w:rsidP="00F628A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95031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</w:tbl>
    <w:p w14:paraId="2E654836" w14:textId="77777777" w:rsidR="00F7262D" w:rsidRDefault="00F7262D" w:rsidP="00F7262D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</w:p>
    <w:p w14:paraId="7E8FFBB5" w14:textId="77777777" w:rsidR="00F7262D" w:rsidRDefault="00F7262D" w:rsidP="00F7262D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</w:p>
    <w:p w14:paraId="74B84284" w14:textId="77777777" w:rsidR="00F7262D" w:rsidRPr="008D65AB" w:rsidRDefault="00F7262D" w:rsidP="00950B5C">
      <w:pPr>
        <w:pStyle w:val="aodst"/>
        <w:numPr>
          <w:ilvl w:val="0"/>
          <w:numId w:val="0"/>
        </w:numPr>
        <w:ind w:left="567" w:hanging="567"/>
        <w:rPr>
          <w:rStyle w:val="Nzevknihy"/>
          <w:rFonts w:ascii="Tahoma" w:hAnsi="Tahoma" w:cs="Tahoma"/>
          <w:b w:val="0"/>
          <w:bCs w:val="0"/>
          <w:smallCaps w:val="0"/>
          <w:sz w:val="19"/>
          <w:szCs w:val="19"/>
          <w:shd w:val="clear" w:color="auto" w:fill="FFFFFF"/>
        </w:rPr>
      </w:pPr>
      <w:r w:rsidRPr="00950B5C">
        <w:t>Všechny údaje uvedené v tomto profesním životopisu jsou správné, úplné a pravdivé.</w:t>
      </w:r>
    </w:p>
    <w:p w14:paraId="20ADF770" w14:textId="77777777" w:rsidR="00F7262D" w:rsidRPr="00A5796D" w:rsidRDefault="00F7262D" w:rsidP="00426C2A">
      <w:pPr>
        <w:pStyle w:val="Odstbez"/>
      </w:pPr>
    </w:p>
    <w:p w14:paraId="2D76DEC8" w14:textId="77777777" w:rsidR="00591736" w:rsidRDefault="00591736" w:rsidP="00591736">
      <w:pPr>
        <w:spacing w:after="720" w:line="276" w:lineRule="auto"/>
        <w:rPr>
          <w:rFonts w:cstheme="minorHAnsi"/>
        </w:rPr>
      </w:pPr>
      <w:r>
        <w:rPr>
          <w:rFonts w:cstheme="minorHAnsi"/>
        </w:rPr>
        <w:t>V………………………. dne………………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</w:t>
      </w:r>
    </w:p>
    <w:p w14:paraId="444D7499" w14:textId="77777777" w:rsidR="00591736" w:rsidRPr="008D65AB" w:rsidRDefault="00591736" w:rsidP="00591736">
      <w:pPr>
        <w:spacing w:line="276" w:lineRule="auto"/>
        <w:rPr>
          <w:rFonts w:cstheme="minorHAnsi"/>
        </w:rPr>
      </w:pPr>
      <w:r w:rsidRPr="008D65AB">
        <w:rPr>
          <w:rFonts w:cstheme="minorHAnsi"/>
        </w:rPr>
        <w:t>………………………………………………………..</w:t>
      </w:r>
    </w:p>
    <w:p w14:paraId="6A7EF888" w14:textId="77777777" w:rsidR="00591736" w:rsidRDefault="00591736" w:rsidP="00591736">
      <w:pPr>
        <w:spacing w:line="276" w:lineRule="auto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9A197" w14:textId="77777777" w:rsidR="000E33D0" w:rsidRDefault="000E33D0" w:rsidP="00962258">
      <w:pPr>
        <w:spacing w:after="0" w:line="240" w:lineRule="auto"/>
      </w:pPr>
      <w:r>
        <w:separator/>
      </w:r>
    </w:p>
  </w:endnote>
  <w:endnote w:type="continuationSeparator" w:id="0">
    <w:p w14:paraId="7059F7FC" w14:textId="77777777" w:rsidR="000E33D0" w:rsidRDefault="000E33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87C4C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F898E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D2F59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7ED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6BA75" w14:textId="77777777" w:rsidR="000E33D0" w:rsidRDefault="000E33D0" w:rsidP="00962258">
      <w:pPr>
        <w:spacing w:after="0" w:line="240" w:lineRule="auto"/>
      </w:pPr>
      <w:r>
        <w:separator/>
      </w:r>
    </w:p>
  </w:footnote>
  <w:footnote w:type="continuationSeparator" w:id="0">
    <w:p w14:paraId="58522E9F" w14:textId="77777777" w:rsidR="000E33D0" w:rsidRDefault="000E33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207E0" w14:textId="1FE6DCFE" w:rsidR="00ED6ABB" w:rsidRDefault="00ED6A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342F915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4D9DA77F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63560">
    <w:abstractNumId w:val="4"/>
  </w:num>
  <w:num w:numId="2" w16cid:durableId="1388450620">
    <w:abstractNumId w:val="3"/>
  </w:num>
  <w:num w:numId="3" w16cid:durableId="309136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7530990">
    <w:abstractNumId w:val="12"/>
  </w:num>
  <w:num w:numId="5" w16cid:durableId="1593316951">
    <w:abstractNumId w:val="6"/>
  </w:num>
  <w:num w:numId="6" w16cid:durableId="1158155126">
    <w:abstractNumId w:val="8"/>
  </w:num>
  <w:num w:numId="7" w16cid:durableId="1285772075">
    <w:abstractNumId w:val="0"/>
  </w:num>
  <w:num w:numId="8" w16cid:durableId="334459077">
    <w:abstractNumId w:val="9"/>
  </w:num>
  <w:num w:numId="9" w16cid:durableId="1860849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6489033">
    <w:abstractNumId w:val="8"/>
  </w:num>
  <w:num w:numId="11" w16cid:durableId="1822044171">
    <w:abstractNumId w:val="3"/>
  </w:num>
  <w:num w:numId="12" w16cid:durableId="99378969">
    <w:abstractNumId w:val="8"/>
  </w:num>
  <w:num w:numId="13" w16cid:durableId="1934166594">
    <w:abstractNumId w:val="8"/>
  </w:num>
  <w:num w:numId="14" w16cid:durableId="1022780493">
    <w:abstractNumId w:val="8"/>
  </w:num>
  <w:num w:numId="15" w16cid:durableId="1985158464">
    <w:abstractNumId w:val="8"/>
  </w:num>
  <w:num w:numId="16" w16cid:durableId="1620062820">
    <w:abstractNumId w:val="13"/>
  </w:num>
  <w:num w:numId="17" w16cid:durableId="1432967671">
    <w:abstractNumId w:val="4"/>
  </w:num>
  <w:num w:numId="18" w16cid:durableId="570234957">
    <w:abstractNumId w:val="13"/>
  </w:num>
  <w:num w:numId="19" w16cid:durableId="624233916">
    <w:abstractNumId w:val="13"/>
  </w:num>
  <w:num w:numId="20" w16cid:durableId="1587304358">
    <w:abstractNumId w:val="13"/>
  </w:num>
  <w:num w:numId="21" w16cid:durableId="1544751569">
    <w:abstractNumId w:val="13"/>
  </w:num>
  <w:num w:numId="22" w16cid:durableId="55520899">
    <w:abstractNumId w:val="8"/>
  </w:num>
  <w:num w:numId="23" w16cid:durableId="717126353">
    <w:abstractNumId w:val="3"/>
  </w:num>
  <w:num w:numId="24" w16cid:durableId="551696847">
    <w:abstractNumId w:val="8"/>
  </w:num>
  <w:num w:numId="25" w16cid:durableId="372704026">
    <w:abstractNumId w:val="8"/>
  </w:num>
  <w:num w:numId="26" w16cid:durableId="1249533828">
    <w:abstractNumId w:val="8"/>
  </w:num>
  <w:num w:numId="27" w16cid:durableId="498930571">
    <w:abstractNumId w:val="8"/>
  </w:num>
  <w:num w:numId="28" w16cid:durableId="282004759">
    <w:abstractNumId w:val="13"/>
  </w:num>
  <w:num w:numId="29" w16cid:durableId="1168402384">
    <w:abstractNumId w:val="4"/>
  </w:num>
  <w:num w:numId="30" w16cid:durableId="1613972948">
    <w:abstractNumId w:val="13"/>
  </w:num>
  <w:num w:numId="31" w16cid:durableId="229660063">
    <w:abstractNumId w:val="13"/>
  </w:num>
  <w:num w:numId="32" w16cid:durableId="494539647">
    <w:abstractNumId w:val="13"/>
  </w:num>
  <w:num w:numId="33" w16cid:durableId="1100682616">
    <w:abstractNumId w:val="13"/>
  </w:num>
  <w:num w:numId="34" w16cid:durableId="1895853175">
    <w:abstractNumId w:val="1"/>
  </w:num>
  <w:num w:numId="35" w16cid:durableId="780222939">
    <w:abstractNumId w:val="2"/>
  </w:num>
  <w:num w:numId="36" w16cid:durableId="1241213455">
    <w:abstractNumId w:val="5"/>
  </w:num>
  <w:num w:numId="37" w16cid:durableId="646976739">
    <w:abstractNumId w:val="7"/>
  </w:num>
  <w:num w:numId="38" w16cid:durableId="611864009">
    <w:abstractNumId w:val="14"/>
  </w:num>
  <w:num w:numId="39" w16cid:durableId="1694989349">
    <w:abstractNumId w:val="11"/>
  </w:num>
  <w:num w:numId="40" w16cid:durableId="93705645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C4F65"/>
    <w:rsid w:val="000D198A"/>
    <w:rsid w:val="000E1961"/>
    <w:rsid w:val="000E23A7"/>
    <w:rsid w:val="000E33D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E7958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86B1E"/>
    <w:rsid w:val="00591736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668ED"/>
    <w:rsid w:val="007718DC"/>
    <w:rsid w:val="0077673A"/>
    <w:rsid w:val="007846E1"/>
    <w:rsid w:val="00794401"/>
    <w:rsid w:val="007A5BFC"/>
    <w:rsid w:val="007B570C"/>
    <w:rsid w:val="007C589B"/>
    <w:rsid w:val="007E4A6E"/>
    <w:rsid w:val="007F0984"/>
    <w:rsid w:val="007F56A7"/>
    <w:rsid w:val="00807DD0"/>
    <w:rsid w:val="00845E45"/>
    <w:rsid w:val="00847FED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50B5C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07CF1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A07B3"/>
    <w:rsid w:val="00EB0B2A"/>
    <w:rsid w:val="00EB104F"/>
    <w:rsid w:val="00ED14BD"/>
    <w:rsid w:val="00ED6ABB"/>
    <w:rsid w:val="00EE7779"/>
    <w:rsid w:val="00F0533E"/>
    <w:rsid w:val="00F1048D"/>
    <w:rsid w:val="00F12DEC"/>
    <w:rsid w:val="00F16046"/>
    <w:rsid w:val="00F1715C"/>
    <w:rsid w:val="00F310F8"/>
    <w:rsid w:val="00F35939"/>
    <w:rsid w:val="00F45607"/>
    <w:rsid w:val="00F5558F"/>
    <w:rsid w:val="00F659EB"/>
    <w:rsid w:val="00F7262D"/>
    <w:rsid w:val="00F82BA3"/>
    <w:rsid w:val="00F86BA6"/>
    <w:rsid w:val="00FA6A87"/>
    <w:rsid w:val="00FC6389"/>
    <w:rsid w:val="00FE3D3C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character" w:styleId="Nzevknihy">
    <w:name w:val="Book Title"/>
    <w:basedOn w:val="Standardnpsmoodstavce"/>
    <w:uiPriority w:val="33"/>
    <w:qFormat/>
    <w:rsid w:val="00F7262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6332ADD-7A5D-4831-821D-DBD718374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383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20</cp:revision>
  <cp:lastPrinted>2020-07-15T06:29:00Z</cp:lastPrinted>
  <dcterms:created xsi:type="dcterms:W3CDTF">2020-11-18T18:18:00Z</dcterms:created>
  <dcterms:modified xsi:type="dcterms:W3CDTF">2025-08-28T10:47:00Z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